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99EF0" w14:textId="4FD1BD83" w:rsidR="00E66DBC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C6034FD" w14:textId="719873E0" w:rsidR="00BF07C3" w:rsidRPr="00374953" w:rsidRDefault="00BF07C3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Negotiated Bid - Contract</w:t>
      </w:r>
    </w:p>
    <w:p w14:paraId="3A5A012F" w14:textId="1870985C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75529">
        <w:rPr>
          <w:rFonts w:asciiTheme="minorHAnsi" w:hAnsiTheme="minorHAnsi" w:cstheme="minorHAnsi"/>
          <w:b/>
          <w:sz w:val="28"/>
          <w:szCs w:val="28"/>
        </w:rPr>
        <w:t>F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60E070CB" w:rsidR="002A351E" w:rsidRPr="00374953" w:rsidRDefault="00250265" w:rsidP="00250265">
            <w:pPr>
              <w:tabs>
                <w:tab w:val="left" w:pos="3405"/>
                <w:tab w:val="left" w:pos="5775"/>
              </w:tabs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pPrChange w:id="0" w:author="Kimbrough, Princess A" w:date="2024-11-15T12:45:00Z" w16du:dateUtc="2024-11-15T17:45:00Z">
                <w:pPr/>
              </w:pPrChange>
            </w:pPr>
            <w:ins w:id="1" w:author="Kimbrough, Princess A" w:date="2024-11-15T12:45:00Z" w16du:dateUtc="2024-11-15T17:45:00Z">
              <w:r>
                <w:rPr>
                  <w:rFonts w:asciiTheme="minorHAnsi" w:hAnsiTheme="minorHAnsi" w:cstheme="minorHAnsi"/>
                  <w:b/>
                  <w:i/>
                  <w:sz w:val="28"/>
                  <w:szCs w:val="28"/>
                </w:rPr>
                <w:tab/>
              </w:r>
              <w:r>
                <w:rPr>
                  <w:rFonts w:asciiTheme="minorHAnsi" w:hAnsiTheme="minorHAnsi" w:cstheme="minorHAnsi"/>
                  <w:b/>
                  <w:i/>
                  <w:sz w:val="28"/>
                  <w:szCs w:val="28"/>
                </w:rPr>
                <w:tab/>
              </w:r>
            </w:ins>
            <w:ins w:id="2" w:author="Kimbrough, Princess A" w:date="2024-11-15T12:46:00Z" w16du:dateUtc="2024-11-15T17:46:00Z">
              <w:r>
                <w:rPr>
                  <w:rFonts w:asciiTheme="minorHAnsi" w:hAnsiTheme="minorHAnsi" w:cstheme="minorHAnsi"/>
                  <w:b/>
                  <w:i/>
                  <w:sz w:val="28"/>
                  <w:szCs w:val="28"/>
                </w:rPr>
                <w:t>Bloomington Ford</w:t>
              </w:r>
            </w:ins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59F75EAD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5CDF54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</w:t>
            </w:r>
            <w:r w:rsidR="00BF07C3">
              <w:rPr>
                <w:rFonts w:asciiTheme="minorHAnsi" w:hAnsiTheme="minorHAnsi" w:cstheme="minorHAnsi"/>
              </w:rPr>
              <w:t>9</w:t>
            </w:r>
            <w:r w:rsidRPr="00374953">
              <w:rPr>
                <w:rFonts w:asciiTheme="minorHAnsi" w:hAnsiTheme="minorHAnsi" w:cstheme="minorHAnsi"/>
              </w:rPr>
              <w:t xml:space="preserve">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1CB83939" w:rsidR="00737375" w:rsidRPr="00374953" w:rsidRDefault="0025026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3" w:author="Sam Roberts" w:date="2024-10-02T17:46:00Z">
                  <w:r w:rsidR="00674ECA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4" w:author="Sam Roberts" w:date="2024-10-02T17:46:00Z">
                  <w:r w:rsidR="00737375" w:rsidRPr="00374953" w:rsidDel="00674ECA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2B35F3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</w:t>
            </w:r>
            <w:r w:rsidR="00BF07C3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31C9E071" w:rsidR="00737375" w:rsidRPr="00374953" w:rsidRDefault="0025026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5" w:author="Sam Roberts" w:date="2024-10-02T17:46:00Z">
                  <w:r w:rsidR="00674ECA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6" w:author="Sam Roberts" w:date="2024-10-02T17:46:00Z">
                  <w:r w:rsidR="00737375" w:rsidRPr="00374953" w:rsidDel="00674ECA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6AEB8873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BF07C3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20A03AE0" w:rsidR="00737375" w:rsidRPr="00374953" w:rsidRDefault="0025026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7" w:author="Sam Roberts" w:date="2024-10-02T17:46:00Z">
                  <w:r w:rsidR="00674ECA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8" w:author="Sam Roberts" w:date="2024-10-02T17:46:00Z">
                  <w:r w:rsidR="00737375" w:rsidRPr="00374953" w:rsidDel="00674ECA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10518F08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0AFDF4FA" w:rsidR="00737375" w:rsidRPr="00374953" w:rsidRDefault="0025026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9" w:author="Sam Roberts" w:date="2024-10-02T17:46:00Z">
                  <w:r w:rsidR="00674ECA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10" w:author="Sam Roberts" w:date="2024-10-02T17:46:00Z">
                  <w:r w:rsidR="00737375" w:rsidRPr="00374953" w:rsidDel="00674ECA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117EF750" w:rsidR="00737375" w:rsidRPr="00374953" w:rsidRDefault="14E2393B" w:rsidP="31DAB9E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31DAB9E1">
              <w:rPr>
                <w:rFonts w:asciiTheme="minorHAnsi" w:hAnsiTheme="minorHAnsi" w:cstheme="minorBidi"/>
              </w:rPr>
              <w:t xml:space="preserve">Section </w:t>
            </w:r>
            <w:r w:rsidR="2E094828" w:rsidRPr="31DAB9E1">
              <w:rPr>
                <w:rFonts w:asciiTheme="minorHAnsi" w:hAnsiTheme="minorHAnsi" w:cstheme="minorBidi"/>
              </w:rPr>
              <w:t>2.3</w:t>
            </w:r>
            <w:r w:rsidRPr="31DAB9E1">
              <w:rPr>
                <w:rFonts w:asciiTheme="minorHAnsi" w:hAnsiTheme="minorHAnsi" w:cstheme="minorBidi"/>
              </w:rPr>
              <w:t xml:space="preserve"> Attachment D:</w:t>
            </w:r>
            <w:r w:rsidR="5E83E2A3" w:rsidRPr="31DAB9E1">
              <w:rPr>
                <w:rFonts w:asciiTheme="minorHAnsi" w:hAnsiTheme="minorHAnsi" w:cstheme="minorBidi"/>
              </w:rPr>
              <w:t xml:space="preserve"> Bid </w:t>
            </w:r>
            <w:r w:rsidR="5BCCFB71" w:rsidRPr="31DAB9E1">
              <w:rPr>
                <w:rFonts w:asciiTheme="minorHAnsi" w:hAnsiTheme="minorHAnsi" w:cstheme="minorBidi"/>
              </w:rPr>
              <w:t>Cost (</w:t>
            </w:r>
            <w:r w:rsidRPr="31DAB9E1">
              <w:rPr>
                <w:rFonts w:asciiTheme="minorHAnsi" w:hAnsiTheme="minorHAnsi" w:cstheme="minorBidi"/>
              </w:rPr>
              <w:t>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1C0A0945" w:rsidR="00737375" w:rsidRPr="00374953" w:rsidRDefault="0025026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1" w:author="Sam Roberts" w:date="2024-10-02T17:47:00Z">
                  <w:r w:rsidR="00674ECA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12" w:author="Sam Roberts" w:date="2024-10-02T17:47:00Z">
                  <w:r w:rsidR="00737375" w:rsidRPr="00374953" w:rsidDel="00674ECA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078A0D2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1F28E4">
              <w:rPr>
                <w:rFonts w:asciiTheme="minorHAnsi" w:hAnsiTheme="minorHAnsi" w:cstheme="minorHAnsi"/>
              </w:rPr>
              <w:t xml:space="preserve">2.4 </w:t>
            </w:r>
            <w:r w:rsidRPr="00374953">
              <w:rPr>
                <w:rFonts w:asciiTheme="minorHAnsi" w:hAnsiTheme="minorHAnsi" w:cstheme="minorHAnsi"/>
              </w:rPr>
              <w:t xml:space="preserve">Attachment </w:t>
            </w:r>
            <w:r w:rsidR="00415099">
              <w:rPr>
                <w:rFonts w:asciiTheme="minorHAnsi" w:hAnsiTheme="minorHAnsi" w:cstheme="minorHAnsi"/>
              </w:rPr>
              <w:t>F</w:t>
            </w:r>
            <w:r w:rsidRPr="00374953">
              <w:rPr>
                <w:rFonts w:asciiTheme="minorHAnsi" w:hAnsiTheme="minorHAnsi" w:cstheme="minorHAnsi"/>
              </w:rPr>
              <w:t xml:space="preserve">: </w:t>
            </w:r>
            <w:r w:rsidR="00BF07C3">
              <w:rPr>
                <w:rFonts w:asciiTheme="minorHAnsi" w:hAnsiTheme="minorHAnsi" w:cstheme="minorHAnsi"/>
              </w:rPr>
              <w:t>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05BE086A" w:rsidR="00737375" w:rsidRPr="00374953" w:rsidRDefault="0025026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3" w:author="Sam Roberts" w:date="2024-10-02T17:47:00Z">
                  <w:r w:rsidR="00674ECA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14" w:author="Sam Roberts" w:date="2024-10-02T17:47:00Z">
                  <w:r w:rsidR="00737375" w:rsidRPr="00374953" w:rsidDel="00674ECA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BD2815">
              <w:rPr>
                <w:rFonts w:asciiTheme="minorHAnsi" w:hAnsiTheme="minorHAnsi" w:cstheme="minorHAnsi"/>
              </w:rPr>
              <w:t xml:space="preserve">in its entirety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63D365FE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</w:t>
            </w:r>
            <w:r w:rsidR="00BF07C3">
              <w:rPr>
                <w:rFonts w:asciiTheme="minorHAnsi" w:hAnsiTheme="minorHAnsi" w:cstheme="minorHAnsi"/>
              </w:rPr>
              <w:t>3</w:t>
            </w:r>
            <w:r w:rsidRPr="00374953">
              <w:rPr>
                <w:rFonts w:asciiTheme="minorHAnsi" w:hAnsiTheme="minorHAnsi" w:cstheme="minorHAnsi"/>
              </w:rPr>
              <w:t xml:space="preserve">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C9240D1" w:rsidR="000868CA" w:rsidRPr="00374953" w:rsidRDefault="00250265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4ECA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02CC346C" w:rsidR="000868CA" w:rsidRPr="00374953" w:rsidRDefault="00250265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5" w:author="Sam Roberts" w:date="2024-10-02T17:47:00Z">
                  <w:r w:rsidR="00674ECA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16" w:author="Sam Roberts" w:date="2024-10-02T17:47:00Z">
                  <w:r w:rsidR="000868CA" w:rsidRPr="00374953" w:rsidDel="00674ECA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34473B" w:rsidRPr="00374953" w14:paraId="19378899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C9579" w14:textId="2A08C364" w:rsidR="0034473B" w:rsidRPr="00374953" w:rsidRDefault="00B36586" w:rsidP="003447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1276E5">
              <w:rPr>
                <w:rFonts w:asciiTheme="minorHAnsi" w:hAnsiTheme="minorHAnsi" w:cstheme="minorHAnsi"/>
              </w:rPr>
              <w:t xml:space="preserve">.19 </w:t>
            </w:r>
            <w:r w:rsidR="0034473B" w:rsidRPr="00374953">
              <w:rPr>
                <w:rFonts w:asciiTheme="minorHAnsi" w:hAnsiTheme="minorHAnsi" w:cstheme="minorHAnsi"/>
              </w:rPr>
              <w:t>Attachment A: Minority and Women Business Enterprise form</w:t>
            </w:r>
            <w:r w:rsidR="0034473B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51A2D4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1CE09016" w14:textId="16A54B27" w:rsidR="0034473B" w:rsidRPr="00374953" w:rsidRDefault="00250265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5601007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7" w:author="Sam Roberts" w:date="2024-10-02T17:47:00Z">
                  <w:r w:rsidR="00674ECA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18" w:author="Sam Roberts" w:date="2024-10-02T17:47:00Z">
                  <w:r w:rsidR="0034473B" w:rsidRPr="00374953" w:rsidDel="00674ECA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6E045336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6F939CD" w14:textId="77777777" w:rsidR="0034473B" w:rsidRDefault="00250265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13031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73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230F3380" w14:textId="77777777" w:rsidR="0034473B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4C1FCE0D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019EC" w14:textId="2D3CAA52" w:rsidR="001276E5" w:rsidRPr="00374953" w:rsidRDefault="00B36586" w:rsidP="001276E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5223AD">
              <w:rPr>
                <w:rFonts w:asciiTheme="minorHAnsi" w:hAnsiTheme="minorHAnsi" w:cstheme="minorHAnsi"/>
              </w:rPr>
              <w:t xml:space="preserve">.20 </w:t>
            </w:r>
            <w:r w:rsidR="001276E5" w:rsidRPr="00374953">
              <w:rPr>
                <w:rFonts w:asciiTheme="minorHAnsi" w:hAnsiTheme="minorHAnsi" w:cstheme="minorHAnsi"/>
              </w:rPr>
              <w:t>Attachment A1: Indiana Veteran Owned Small Business form</w:t>
            </w:r>
            <w:r w:rsidR="001276E5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8E3880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541A8188" w14:textId="76CA8C30" w:rsidR="001276E5" w:rsidRPr="00374953" w:rsidRDefault="0025026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93294031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9" w:author="Sam Roberts" w:date="2024-10-02T17:47:00Z">
                  <w:r w:rsidR="00674ECA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20" w:author="Sam Roberts" w:date="2024-10-02T17:47:00Z">
                  <w:r w:rsidR="001276E5" w:rsidRPr="00374953" w:rsidDel="00674ECA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17E82223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F72697D" w14:textId="77777777" w:rsidR="001276E5" w:rsidRPr="00374953" w:rsidRDefault="0025026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20334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076F1907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1276E5" w:rsidRPr="00374953" w:rsidRDefault="001276E5" w:rsidP="001276E5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2088B0E" w:rsidR="001276E5" w:rsidRPr="00374953" w:rsidRDefault="0025026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21" w:author="Sam Roberts" w:date="2024-10-02T17:47:00Z">
                  <w:r w:rsidR="00674ECA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22" w:author="Sam Roberts" w:date="2024-10-02T17:47:00Z">
                  <w:r w:rsidR="001276E5" w:rsidRPr="00374953" w:rsidDel="00674ECA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1276E5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5C750F90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2.2.6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1B39BBA" w:rsidR="001276E5" w:rsidRDefault="0025026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23" w:author="Sam Roberts" w:date="2024-10-02T17:48:00Z">
                  <w:r w:rsidR="00674ECA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24" w:author="Sam Roberts" w:date="2024-10-02T17:48:00Z">
                  <w:r w:rsidR="001276E5" w:rsidRPr="00374953" w:rsidDel="00674ECA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1276E5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096E3E6F" w:rsidR="001276E5" w:rsidRPr="00374953" w:rsidRDefault="0025026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Confirm Respondent’s Legal Representation has </w:t>
            </w:r>
            <w:r w:rsidR="0052531A" w:rsidRPr="00374953">
              <w:rPr>
                <w:rFonts w:asciiTheme="minorHAnsi" w:hAnsiTheme="minorHAnsi" w:cstheme="minorHAnsi"/>
              </w:rPr>
              <w:t>read and</w:t>
            </w:r>
            <w:r w:rsidR="001276E5" w:rsidRPr="00374953">
              <w:rPr>
                <w:rFonts w:asciiTheme="minorHAnsi" w:hAnsiTheme="minorHAnsi" w:cstheme="minorHAnsi"/>
              </w:rPr>
              <w:t xml:space="preserve"> submitted </w:t>
            </w:r>
            <w:r w:rsidR="001276E5">
              <w:rPr>
                <w:rFonts w:asciiTheme="minorHAnsi" w:hAnsiTheme="minorHAnsi" w:cstheme="minorHAnsi"/>
              </w:rPr>
              <w:t xml:space="preserve">alternative language </w:t>
            </w:r>
            <w:r w:rsidR="001276E5" w:rsidRPr="00374953">
              <w:rPr>
                <w:rFonts w:asciiTheme="minorHAnsi" w:hAnsiTheme="minorHAnsi" w:cstheme="minorHAnsi"/>
              </w:rPr>
              <w:t xml:space="preserve">per </w:t>
            </w:r>
            <w:r w:rsidR="001276E5">
              <w:rPr>
                <w:rFonts w:asciiTheme="minorHAnsi" w:hAnsiTheme="minorHAnsi" w:cstheme="minorHAnsi"/>
              </w:rPr>
              <w:t xml:space="preserve">Section 6.0 of this attachment. </w:t>
            </w:r>
          </w:p>
        </w:tc>
      </w:tr>
      <w:tr w:rsidR="000A0BFB" w:rsidRPr="00374953" w14:paraId="5762B340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AA0AF" w14:textId="7BCA2198" w:rsidR="000A0BFB" w:rsidRPr="00374953" w:rsidRDefault="00800ACE" w:rsidP="000A0B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2.4.3 </w:t>
            </w:r>
            <w:r w:rsidR="000A0BFB">
              <w:rPr>
                <w:rFonts w:asciiTheme="minorHAnsi" w:hAnsiTheme="minorHAnsi" w:cstheme="minorHAnsi"/>
              </w:rPr>
              <w:t xml:space="preserve">Attachment G: </w:t>
            </w:r>
            <w:r w:rsidR="00005838">
              <w:rPr>
                <w:rFonts w:asciiTheme="minorHAnsi" w:hAnsiTheme="minorHAnsi" w:cstheme="minorHAnsi"/>
              </w:rPr>
              <w:t xml:space="preserve">Indiana </w:t>
            </w:r>
            <w:r w:rsidR="000A0BFB">
              <w:rPr>
                <w:rFonts w:asciiTheme="minorHAnsi" w:hAnsiTheme="minorHAnsi" w:cstheme="minorHAnsi"/>
              </w:rPr>
              <w:t xml:space="preserve">Preferences </w:t>
            </w:r>
            <w:r w:rsidR="00005838">
              <w:rPr>
                <w:rFonts w:asciiTheme="minorHAnsi" w:hAnsiTheme="minorHAnsi" w:cstheme="minorHAnsi"/>
              </w:rPr>
              <w:t>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FB321C" w14:textId="0CF62619" w:rsidR="000A0BFB" w:rsidRPr="00374953" w:rsidRDefault="00250265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21963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25" w:author="Sam Roberts" w:date="2024-10-02T17:48:00Z">
                  <w:r w:rsidR="00674ECA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26" w:author="Sam Roberts" w:date="2024-10-02T17:48:00Z">
                  <w:r w:rsidR="000A0BFB" w:rsidRPr="00374953" w:rsidDel="00674ECA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completed, and submitted</w:t>
            </w:r>
          </w:p>
          <w:p w14:paraId="77BE0DEC" w14:textId="77777777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12907F3" w14:textId="7B9459B2" w:rsidR="000A0BFB" w:rsidRPr="00374953" w:rsidRDefault="00250265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8154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7AF30062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A0BFB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64626607" w:rsidR="000A0BFB" w:rsidRDefault="000A0BFB" w:rsidP="000A0BFB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 xml:space="preserve">4.4.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A0BFB" w:rsidRPr="00374953" w:rsidRDefault="000A0BFB" w:rsidP="000A0BFB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45C0879" w:rsidR="000A0BFB" w:rsidRDefault="00250265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27" w:author="Sam Roberts" w:date="2024-10-02T17:48:00Z">
                  <w:r w:rsidR="00674ECA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28" w:author="Sam Roberts" w:date="2024-10-02T17:48:00Z">
                  <w:r w:rsidR="000A0BFB" w:rsidRPr="00374953" w:rsidDel="00674ECA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A0BFB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A0BFB" w:rsidRPr="00374953" w:rsidRDefault="00250265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A1289A" w:rsidRPr="00374953" w14:paraId="53D89173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DDDEF" w14:textId="7F8F91C3" w:rsidR="00A1289A" w:rsidDel="001F28E4" w:rsidRDefault="00A1289A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1.20 Respondent is IVOSB certified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88B758" w14:textId="72CB787E" w:rsidR="00A1289A" w:rsidRPr="00374953" w:rsidRDefault="00250265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92040735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29" w:author="Sam Roberts" w:date="2024-10-02T17:49:00Z">
                  <w:r w:rsidR="00674ECA">
                    <w:rPr>
                      <w:rFonts w:ascii="MS Gothic" w:eastAsia="MS Gothic" w:hAnsi="MS Gothic" w:cstheme="minorHAnsi" w:hint="eastAsia"/>
                    </w:rPr>
                    <w:t>☒</w:t>
                  </w:r>
                </w:ins>
                <w:del w:id="30" w:author="Sam Roberts" w:date="2024-10-02T17:49:00Z">
                  <w:r w:rsidR="00674ECA" w:rsidDel="00674ECA">
                    <w:rPr>
                      <w:rFonts w:ascii="MS Gothic" w:eastAsia="MS Gothic" w:hAnsi="MS Gothic" w:cstheme="minorHAnsi" w:hint="eastAsia"/>
                    </w:rPr>
                    <w:delText>☐</w:delText>
                  </w:r>
                </w:del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A1289A">
              <w:rPr>
                <w:rFonts w:asciiTheme="minorHAnsi" w:hAnsiTheme="minorHAnsi" w:cstheme="minorHAnsi"/>
              </w:rPr>
              <w:t>Y</w:t>
            </w:r>
            <w:r w:rsidR="00344AE7">
              <w:rPr>
                <w:rFonts w:asciiTheme="minorHAnsi" w:hAnsiTheme="minorHAnsi" w:cstheme="minorHAnsi"/>
              </w:rPr>
              <w:t>ES</w:t>
            </w:r>
            <w:r w:rsidR="00A1289A">
              <w:rPr>
                <w:rFonts w:asciiTheme="minorHAnsi" w:hAnsiTheme="minorHAnsi" w:cstheme="minorHAnsi"/>
              </w:rPr>
              <w:t xml:space="preserve">, claiming; </w:t>
            </w:r>
            <w:proofErr w:type="spellStart"/>
            <w:r w:rsidR="00A1289A">
              <w:rPr>
                <w:rFonts w:asciiTheme="minorHAnsi" w:hAnsiTheme="minorHAnsi" w:cstheme="minorHAnsi"/>
              </w:rPr>
              <w:t>Att</w:t>
            </w:r>
            <w:proofErr w:type="spellEnd"/>
            <w:r w:rsidR="00A1289A">
              <w:rPr>
                <w:rFonts w:asciiTheme="minorHAnsi" w:hAnsiTheme="minorHAnsi" w:cstheme="minorHAnsi"/>
              </w:rPr>
              <w:t xml:space="preserve"> A1, </w:t>
            </w:r>
            <w:r w:rsidR="006B65FD">
              <w:rPr>
                <w:rFonts w:asciiTheme="minorHAnsi" w:hAnsiTheme="minorHAnsi" w:cstheme="minorHAnsi"/>
              </w:rPr>
              <w:t>h</w:t>
            </w:r>
            <w:r w:rsidR="00A1289A" w:rsidRPr="00374953">
              <w:rPr>
                <w:rFonts w:asciiTheme="minorHAnsi" w:hAnsiTheme="minorHAnsi" w:cstheme="minorHAnsi"/>
              </w:rPr>
              <w:t>ave completed, signed, and submitted</w:t>
            </w:r>
          </w:p>
          <w:p w14:paraId="39EE517C" w14:textId="77777777" w:rsidR="00A1289A" w:rsidRPr="00374953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06B8DA75" w14:textId="14F2C4CF" w:rsidR="00A1289A" w:rsidRPr="00374953" w:rsidRDefault="00250265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94517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89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344AE7">
              <w:rPr>
                <w:rFonts w:asciiTheme="minorHAnsi" w:hAnsiTheme="minorHAnsi" w:cstheme="minorHAnsi"/>
              </w:rPr>
              <w:t>NO, not claiming</w:t>
            </w:r>
          </w:p>
          <w:p w14:paraId="0A6806C6" w14:textId="250EE06C" w:rsidR="00A1289A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proofErr w:type="gramStart"/>
      <w:r w:rsidRPr="00374953">
        <w:rPr>
          <w:rFonts w:asciiTheme="minorHAnsi" w:hAnsiTheme="minorHAnsi" w:cstheme="minorHAnsi"/>
        </w:rPr>
        <w:t>APRA</w:t>
      </w:r>
      <w:r w:rsidR="00BC4F48" w:rsidRPr="00374953">
        <w:rPr>
          <w:rFonts w:asciiTheme="minorHAnsi" w:hAnsiTheme="minorHAnsi" w:cstheme="minorHAnsi"/>
        </w:rPr>
        <w:t>;</w:t>
      </w:r>
      <w:proofErr w:type="gramEnd"/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proofErr w:type="gramStart"/>
      <w:r w:rsidRPr="00374953">
        <w:rPr>
          <w:rFonts w:asciiTheme="minorHAnsi" w:hAnsiTheme="minorHAnsi" w:cstheme="minorHAnsi"/>
        </w:rPr>
        <w:t>document</w:t>
      </w:r>
      <w:r w:rsidR="00BC4F48" w:rsidRPr="00374953">
        <w:rPr>
          <w:rFonts w:asciiTheme="minorHAnsi" w:hAnsiTheme="minorHAnsi" w:cstheme="minorHAnsi"/>
        </w:rPr>
        <w:t>;</w:t>
      </w:r>
      <w:proofErr w:type="gramEnd"/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69D1F279" w:rsidR="008B01E3" w:rsidRPr="00374953" w:rsidRDefault="008B01E3" w:rsidP="31DAB9E1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31DAB9E1">
        <w:rPr>
          <w:rFonts w:asciiTheme="minorHAnsi" w:hAnsiTheme="minorHAnsi" w:cstheme="minorBidi"/>
        </w:rPr>
        <w:t>(</w:t>
      </w:r>
      <w:r w:rsidR="0052531A" w:rsidRPr="31DAB9E1">
        <w:rPr>
          <w:rFonts w:asciiTheme="minorHAnsi" w:hAnsiTheme="minorHAnsi" w:cstheme="minorBidi"/>
        </w:rPr>
        <w:t>Insert</w:t>
      </w:r>
      <w:r w:rsidRPr="31DAB9E1">
        <w:rPr>
          <w:rFonts w:asciiTheme="minorHAnsi" w:hAnsiTheme="minorHAnsi" w:cstheme="minorBidi"/>
        </w:rPr>
        <w:t xml:space="preserve"> </w:t>
      </w:r>
      <w:r w:rsidR="0DD53827" w:rsidRPr="31DAB9E1">
        <w:rPr>
          <w:rFonts w:asciiTheme="minorHAnsi" w:hAnsiTheme="minorHAnsi" w:cstheme="minorBidi"/>
        </w:rPr>
        <w:t>bid</w:t>
      </w:r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#) _ (</w:t>
      </w:r>
      <w:r w:rsidRPr="31DAB9E1">
        <w:rPr>
          <w:rFonts w:asciiTheme="minorHAnsi" w:hAnsiTheme="minorHAnsi" w:cstheme="minorBidi"/>
        </w:rPr>
        <w:t xml:space="preserve">insert </w:t>
      </w:r>
      <w:proofErr w:type="spellStart"/>
      <w:r w:rsidRPr="31DAB9E1">
        <w:rPr>
          <w:rFonts w:asciiTheme="minorHAnsi" w:hAnsiTheme="minorHAnsi" w:cstheme="minorBidi"/>
        </w:rPr>
        <w:t>Att</w:t>
      </w:r>
      <w:proofErr w:type="spellEnd"/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letter) _</w:t>
      </w:r>
      <w:r w:rsidRPr="31DAB9E1">
        <w:rPr>
          <w:rFonts w:asciiTheme="minorHAnsi" w:hAnsiTheme="minorHAnsi" w:cstheme="minorBidi"/>
        </w:rPr>
        <w:t>CONFIDENTIAL</w:t>
      </w:r>
    </w:p>
    <w:p w14:paraId="18F151D9" w14:textId="35A02348" w:rsidR="008B01E3" w:rsidRPr="00374953" w:rsidRDefault="008B01E3" w:rsidP="31DAB9E1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31DAB9E1">
        <w:rPr>
          <w:rFonts w:asciiTheme="minorHAnsi" w:hAnsiTheme="minorHAnsi" w:cstheme="minorBidi"/>
        </w:rPr>
        <w:t>(</w:t>
      </w:r>
      <w:r w:rsidR="0052531A" w:rsidRPr="31DAB9E1">
        <w:rPr>
          <w:rFonts w:asciiTheme="minorHAnsi" w:hAnsiTheme="minorHAnsi" w:cstheme="minorBidi"/>
        </w:rPr>
        <w:t>Insert</w:t>
      </w:r>
      <w:r w:rsidRPr="31DAB9E1">
        <w:rPr>
          <w:rFonts w:asciiTheme="minorHAnsi" w:hAnsiTheme="minorHAnsi" w:cstheme="minorBidi"/>
        </w:rPr>
        <w:t xml:space="preserve"> </w:t>
      </w:r>
      <w:r w:rsidR="2DFB0F0E" w:rsidRPr="31DAB9E1">
        <w:rPr>
          <w:rFonts w:asciiTheme="minorHAnsi" w:hAnsiTheme="minorHAnsi" w:cstheme="minorBidi"/>
        </w:rPr>
        <w:t>bid</w:t>
      </w:r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#) _ (</w:t>
      </w:r>
      <w:r w:rsidRPr="31DAB9E1">
        <w:rPr>
          <w:rFonts w:asciiTheme="minorHAnsi" w:hAnsiTheme="minorHAnsi" w:cstheme="minorBidi"/>
        </w:rPr>
        <w:t xml:space="preserve">insert </w:t>
      </w:r>
      <w:proofErr w:type="spellStart"/>
      <w:r w:rsidRPr="31DAB9E1">
        <w:rPr>
          <w:rFonts w:asciiTheme="minorHAnsi" w:hAnsiTheme="minorHAnsi" w:cstheme="minorBidi"/>
        </w:rPr>
        <w:t>Att</w:t>
      </w:r>
      <w:proofErr w:type="spellEnd"/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letter) _</w:t>
      </w:r>
      <w:r w:rsidRPr="31DAB9E1">
        <w:rPr>
          <w:rFonts w:asciiTheme="minorHAnsi" w:hAnsiTheme="minorHAnsi" w:cstheme="minorBid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924" w:type="dxa"/>
        <w:tblLook w:val="04A0" w:firstRow="1" w:lastRow="0" w:firstColumn="1" w:lastColumn="0" w:noHBand="0" w:noVBand="1"/>
      </w:tblPr>
      <w:tblGrid>
        <w:gridCol w:w="1783"/>
        <w:gridCol w:w="1395"/>
        <w:gridCol w:w="1335"/>
        <w:gridCol w:w="2139"/>
        <w:gridCol w:w="2880"/>
        <w:gridCol w:w="1392"/>
      </w:tblGrid>
      <w:tr w:rsidR="00F45D7B" w:rsidRPr="00374953" w14:paraId="3F9900C1" w14:textId="5E933148" w:rsidTr="31DAB9E1">
        <w:trPr>
          <w:trHeight w:val="300"/>
        </w:trPr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9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35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39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92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31DAB9E1">
        <w:trPr>
          <w:trHeight w:val="300"/>
        </w:trPr>
        <w:tc>
          <w:tcPr>
            <w:tcW w:w="1783" w:type="dxa"/>
          </w:tcPr>
          <w:p w14:paraId="6BBEC161" w14:textId="02DA6DC4" w:rsidR="00F45D7B" w:rsidRPr="00374953" w:rsidRDefault="00674ECA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ins w:id="31" w:author="Sam Roberts" w:date="2024-10-02T17:49:00Z">
              <w:r>
                <w:rPr>
                  <w:rFonts w:asciiTheme="minorHAnsi" w:hAnsiTheme="minorHAnsi" w:cstheme="minorHAnsi"/>
                  <w:sz w:val="28"/>
                  <w:szCs w:val="28"/>
                </w:rPr>
                <w:t>N/A</w:t>
              </w:r>
            </w:ins>
          </w:p>
        </w:tc>
        <w:tc>
          <w:tcPr>
            <w:tcW w:w="139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31DAB9E1">
        <w:trPr>
          <w:trHeight w:val="300"/>
        </w:trPr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31DAB9E1">
        <w:trPr>
          <w:trHeight w:val="300"/>
        </w:trPr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31DAB9E1">
        <w:trPr>
          <w:trHeight w:val="300"/>
        </w:trPr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31DAB9E1">
        <w:trPr>
          <w:trHeight w:val="300"/>
        </w:trPr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1345FDF6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BF07C3">
        <w:rPr>
          <w:rFonts w:asciiTheme="minorHAnsi" w:hAnsiTheme="minorHAnsi" w:cstheme="minorHAnsi"/>
          <w:b/>
          <w:sz w:val="28"/>
          <w:szCs w:val="28"/>
        </w:rPr>
        <w:t>4</w:t>
      </w:r>
      <w:r w:rsidR="000F0171">
        <w:rPr>
          <w:rFonts w:asciiTheme="minorHAnsi" w:hAnsiTheme="minorHAnsi" w:cstheme="minorHAnsi"/>
          <w:b/>
          <w:sz w:val="28"/>
          <w:szCs w:val="28"/>
        </w:rPr>
        <w:t>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31DAB9E1">
        <w:trPr>
          <w:trHeight w:val="300"/>
        </w:trPr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31DAB9E1">
        <w:trPr>
          <w:trHeight w:val="300"/>
        </w:trPr>
        <w:tc>
          <w:tcPr>
            <w:tcW w:w="3502" w:type="dxa"/>
          </w:tcPr>
          <w:p w14:paraId="725A72FC" w14:textId="10B1B293" w:rsidR="00102FB2" w:rsidRPr="00374953" w:rsidRDefault="00674ECA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ins w:id="32" w:author="Sam Roberts" w:date="2024-10-02T17:49:00Z">
              <w:r>
                <w:rPr>
                  <w:rFonts w:asciiTheme="minorHAnsi" w:hAnsiTheme="minorHAnsi" w:cstheme="minorHAnsi"/>
                  <w:sz w:val="28"/>
                  <w:szCs w:val="28"/>
                </w:rPr>
                <w:t>N/A</w:t>
              </w:r>
            </w:ins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250265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250265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31DAB9E1">
        <w:trPr>
          <w:trHeight w:val="300"/>
        </w:trPr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250265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250265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31DAB9E1">
        <w:trPr>
          <w:trHeight w:val="300"/>
        </w:trPr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25026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250265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31DAB9E1">
        <w:trPr>
          <w:trHeight w:val="300"/>
        </w:trPr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25026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250265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31DAB9E1">
        <w:trPr>
          <w:trHeight w:val="300"/>
        </w:trPr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25026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250265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31DAB9E1">
        <w:trPr>
          <w:trHeight w:val="300"/>
        </w:trPr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25026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250265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31DAB9E1">
        <w:trPr>
          <w:trHeight w:val="300"/>
        </w:trPr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25026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250265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6901DEB7" w14:textId="4B55B85A" w:rsidR="00B157EC" w:rsidRDefault="00B157EC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Respondent Alternative Contract Terms/Clauses per RFP Section 2.2.6.</w:t>
      </w:r>
    </w:p>
    <w:p w14:paraId="328E24A5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B157EC" w:rsidRPr="00374953" w14:paraId="75073E79" w14:textId="77777777" w:rsidTr="31DAB9E1">
        <w:trPr>
          <w:trHeight w:val="300"/>
        </w:trPr>
        <w:tc>
          <w:tcPr>
            <w:tcW w:w="4312" w:type="dxa"/>
          </w:tcPr>
          <w:p w14:paraId="4670632B" w14:textId="74F42640" w:rsidR="00B157EC" w:rsidRPr="00374953" w:rsidRDefault="00B157EC" w:rsidP="00D5332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Attachment B, Section Reference</w:t>
            </w:r>
          </w:p>
        </w:tc>
        <w:tc>
          <w:tcPr>
            <w:tcW w:w="6480" w:type="dxa"/>
          </w:tcPr>
          <w:p w14:paraId="609952B8" w14:textId="67489E71" w:rsidR="00B157EC" w:rsidRPr="00374953" w:rsidRDefault="00B157EC" w:rsidP="00D5332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Alternative Proposed Language</w:t>
            </w:r>
          </w:p>
        </w:tc>
      </w:tr>
      <w:tr w:rsidR="00B157EC" w:rsidRPr="00374953" w14:paraId="5F4D59D8" w14:textId="77777777" w:rsidTr="31DAB9E1">
        <w:trPr>
          <w:trHeight w:val="300"/>
        </w:trPr>
        <w:tc>
          <w:tcPr>
            <w:tcW w:w="4312" w:type="dxa"/>
          </w:tcPr>
          <w:p w14:paraId="31F49BCC" w14:textId="0C1C77FE" w:rsidR="00B157EC" w:rsidRPr="00374953" w:rsidRDefault="00674ECA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ins w:id="33" w:author="Sam Roberts" w:date="2024-10-02T17:50:00Z">
              <w:r>
                <w:rPr>
                  <w:rFonts w:asciiTheme="minorHAnsi" w:hAnsiTheme="minorHAnsi" w:cstheme="minorHAnsi"/>
                  <w:sz w:val="28"/>
                  <w:szCs w:val="28"/>
                </w:rPr>
                <w:t>N/A</w:t>
              </w:r>
            </w:ins>
          </w:p>
        </w:tc>
        <w:tc>
          <w:tcPr>
            <w:tcW w:w="6480" w:type="dxa"/>
          </w:tcPr>
          <w:p w14:paraId="1009B40F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60904E23" w14:textId="77777777" w:rsidTr="31DAB9E1">
        <w:trPr>
          <w:trHeight w:val="300"/>
        </w:trPr>
        <w:tc>
          <w:tcPr>
            <w:tcW w:w="4312" w:type="dxa"/>
          </w:tcPr>
          <w:p w14:paraId="357CAEBA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B47E7B2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164B5B6B" w14:textId="77777777" w:rsidTr="31DAB9E1">
        <w:trPr>
          <w:trHeight w:val="300"/>
        </w:trPr>
        <w:tc>
          <w:tcPr>
            <w:tcW w:w="4312" w:type="dxa"/>
          </w:tcPr>
          <w:p w14:paraId="1B127094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D75ABC4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4BE9A4F0" w14:textId="77777777" w:rsidTr="31DAB9E1">
        <w:trPr>
          <w:trHeight w:val="300"/>
        </w:trPr>
        <w:tc>
          <w:tcPr>
            <w:tcW w:w="4312" w:type="dxa"/>
          </w:tcPr>
          <w:p w14:paraId="63FEC9D9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0926997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35145845" w14:textId="77777777" w:rsidTr="31DAB9E1">
        <w:trPr>
          <w:trHeight w:val="300"/>
        </w:trPr>
        <w:tc>
          <w:tcPr>
            <w:tcW w:w="4312" w:type="dxa"/>
          </w:tcPr>
          <w:p w14:paraId="5D697848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2384DFB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5E8ACB70" w14:textId="77777777" w:rsidTr="31DAB9E1">
        <w:trPr>
          <w:trHeight w:val="300"/>
        </w:trPr>
        <w:tc>
          <w:tcPr>
            <w:tcW w:w="4312" w:type="dxa"/>
          </w:tcPr>
          <w:p w14:paraId="688B30D8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DDD03F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0842E7DF" w14:textId="77777777" w:rsidTr="31DAB9E1">
        <w:trPr>
          <w:trHeight w:val="300"/>
        </w:trPr>
        <w:tc>
          <w:tcPr>
            <w:tcW w:w="4312" w:type="dxa"/>
          </w:tcPr>
          <w:p w14:paraId="0DAB7DA1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6FF3939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7F3264E6" w14:textId="77777777" w:rsidTr="31DAB9E1">
        <w:trPr>
          <w:trHeight w:val="300"/>
        </w:trPr>
        <w:tc>
          <w:tcPr>
            <w:tcW w:w="4312" w:type="dxa"/>
          </w:tcPr>
          <w:p w14:paraId="09C61747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F77BA4A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2A0CC1B7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p w14:paraId="693C6ECB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p w14:paraId="1A630297" w14:textId="07C9F15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commentRangeStart w:id="34"/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  <w:commentRangeEnd w:id="34"/>
      <w:r>
        <w:rPr>
          <w:rStyle w:val="CommentReference"/>
        </w:rPr>
        <w:commentReference w:id="34"/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31DAB9E1">
        <w:trPr>
          <w:trHeight w:val="300"/>
        </w:trPr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47556D9B" w:rsidR="00E16CD5" w:rsidRPr="00374953" w:rsidRDefault="082539A0" w:rsidP="31DAB9E1">
            <w:pPr>
              <w:widowControl/>
              <w:jc w:val="center"/>
              <w:rPr>
                <w:rFonts w:asciiTheme="minorHAnsi" w:hAnsiTheme="minorHAnsi" w:cstheme="minorBidi"/>
                <w:b/>
                <w:bCs/>
              </w:rPr>
            </w:pPr>
            <w:r w:rsidRPr="31DAB9E1">
              <w:rPr>
                <w:rFonts w:asciiTheme="minorHAnsi" w:hAnsiTheme="minorHAnsi" w:cstheme="minorBidi"/>
                <w:b/>
                <w:bCs/>
              </w:rPr>
              <w:t>BID</w:t>
            </w:r>
            <w:r w:rsidR="00E16CD5" w:rsidRPr="31DAB9E1">
              <w:rPr>
                <w:rFonts w:asciiTheme="minorHAnsi" w:hAnsiTheme="minorHAnsi" w:cstheme="minorBidi"/>
                <w:b/>
                <w:bCs/>
              </w:rPr>
              <w:t xml:space="preserve"> Attachment Reference</w:t>
            </w:r>
          </w:p>
        </w:tc>
      </w:tr>
      <w:tr w:rsidR="00E16CD5" w:rsidRPr="00374953" w14:paraId="2484E69D" w14:textId="77777777" w:rsidTr="31DAB9E1">
        <w:trPr>
          <w:trHeight w:val="300"/>
        </w:trPr>
        <w:tc>
          <w:tcPr>
            <w:tcW w:w="4312" w:type="dxa"/>
          </w:tcPr>
          <w:p w14:paraId="13720E55" w14:textId="3B33F370" w:rsidR="00E16CD5" w:rsidRPr="00374953" w:rsidRDefault="00674ECA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ins w:id="35" w:author="Sam Roberts" w:date="2024-10-02T17:50:00Z">
              <w:r>
                <w:rPr>
                  <w:rFonts w:asciiTheme="minorHAnsi" w:hAnsiTheme="minorHAnsi" w:cstheme="minorHAnsi"/>
                  <w:sz w:val="28"/>
                  <w:szCs w:val="28"/>
                </w:rPr>
                <w:t>N/A</w:t>
              </w:r>
            </w:ins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31DAB9E1">
        <w:trPr>
          <w:trHeight w:val="300"/>
        </w:trPr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31DAB9E1">
        <w:trPr>
          <w:trHeight w:val="300"/>
        </w:trPr>
        <w:tc>
          <w:tcPr>
            <w:tcW w:w="4312" w:type="dxa"/>
          </w:tcPr>
          <w:p w14:paraId="76CD54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31DAB9E1">
        <w:trPr>
          <w:trHeight w:val="300"/>
        </w:trPr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31DAB9E1">
        <w:trPr>
          <w:trHeight w:val="300"/>
        </w:trPr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31DAB9E1">
        <w:trPr>
          <w:trHeight w:val="300"/>
        </w:trPr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31DAB9E1">
        <w:trPr>
          <w:trHeight w:val="300"/>
        </w:trPr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31DAB9E1">
        <w:trPr>
          <w:trHeight w:val="300"/>
        </w:trPr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headerReference w:type="default" r:id="rId14"/>
      <w:footerReference w:type="defaul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34" w:author="IDOA Procurement" w:date="2021-08-24T15:47:00Z" w:initials="IDOA">
    <w:p w14:paraId="6BE41AA8" w14:textId="38814839" w:rsidR="00E16CD5" w:rsidRPr="00E16CD5" w:rsidRDefault="00E16CD5">
      <w:pPr>
        <w:pStyle w:val="CommentText"/>
        <w:rPr>
          <w:rFonts w:asciiTheme="minorHAnsi" w:hAnsiTheme="minorHAnsi" w:cstheme="minorHAnsi"/>
        </w:rPr>
      </w:pPr>
      <w:r w:rsidRPr="00E16CD5">
        <w:rPr>
          <w:rStyle w:val="CommentReference"/>
          <w:rFonts w:asciiTheme="minorHAnsi" w:hAnsiTheme="minorHAnsi" w:cstheme="minorHAnsi"/>
        </w:rPr>
        <w:annotationRef/>
      </w:r>
      <w:r w:rsidRPr="00E16CD5">
        <w:rPr>
          <w:rFonts w:asciiTheme="minorHAnsi" w:hAnsiTheme="minorHAnsi" w:cstheme="minorHAnsi"/>
        </w:rPr>
        <w:t>This can be removed in its entirety if IDOA considers it appropriate</w:t>
      </w:r>
      <w:r w:rsidR="0088184C">
        <w:rPr>
          <w:rFonts w:asciiTheme="minorHAnsi" w:hAnsiTheme="minorHAnsi" w:cstheme="minorHAnsi"/>
        </w:rPr>
        <w:t xml:space="preserve"> to do so</w:t>
      </w:r>
      <w:r w:rsidRPr="00E16CD5">
        <w:rPr>
          <w:rFonts w:asciiTheme="minorHAnsi" w:hAnsiTheme="minorHAnsi" w:cstheme="minorHAnsi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6BE41AA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4CF9309" w16cex:dateUtc="2021-08-24T19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BE41AA8" w16cid:durableId="24CF930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8C3C0E" w14:textId="77777777" w:rsidR="000D69D9" w:rsidRDefault="000D69D9" w:rsidP="00313F29">
      <w:r>
        <w:separator/>
      </w:r>
    </w:p>
  </w:endnote>
  <w:endnote w:type="continuationSeparator" w:id="0">
    <w:p w14:paraId="21A721AA" w14:textId="77777777" w:rsidR="000D69D9" w:rsidRDefault="000D69D9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529107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0DF88AB" w14:textId="3413E668" w:rsidR="0063386F" w:rsidRDefault="31DAB9E1">
            <w:pPr>
              <w:pStyle w:val="Footer"/>
              <w:jc w:val="right"/>
            </w:pPr>
            <w:r>
              <w:t xml:space="preserve">Page </w:t>
            </w:r>
            <w:r w:rsidR="0063386F" w:rsidRPr="31DAB9E1">
              <w:rPr>
                <w:b/>
                <w:bCs/>
                <w:noProof/>
              </w:rPr>
              <w:fldChar w:fldCharType="begin"/>
            </w:r>
            <w:r w:rsidR="0063386F" w:rsidRPr="31DAB9E1">
              <w:rPr>
                <w:b/>
                <w:bCs/>
              </w:rPr>
              <w:instrText xml:space="preserve"> PAGE </w:instrText>
            </w:r>
            <w:r w:rsidR="0063386F" w:rsidRPr="31DAB9E1">
              <w:rPr>
                <w:b/>
                <w:bCs/>
              </w:rPr>
              <w:fldChar w:fldCharType="separate"/>
            </w:r>
            <w:r w:rsidR="00E636F1">
              <w:rPr>
                <w:b/>
                <w:bCs/>
                <w:noProof/>
              </w:rPr>
              <w:t>3</w:t>
            </w:r>
            <w:r w:rsidR="0063386F" w:rsidRPr="31DAB9E1">
              <w:rPr>
                <w:b/>
                <w:bCs/>
                <w:noProof/>
              </w:rPr>
              <w:fldChar w:fldCharType="end"/>
            </w:r>
            <w:r>
              <w:t xml:space="preserve"> of </w:t>
            </w:r>
            <w:r w:rsidR="0063386F" w:rsidRPr="31DAB9E1">
              <w:rPr>
                <w:b/>
                <w:bCs/>
                <w:noProof/>
              </w:rPr>
              <w:fldChar w:fldCharType="begin"/>
            </w:r>
            <w:r w:rsidR="0063386F" w:rsidRPr="31DAB9E1">
              <w:rPr>
                <w:b/>
                <w:bCs/>
              </w:rPr>
              <w:instrText xml:space="preserve"> NUMPAGES  </w:instrText>
            </w:r>
            <w:r w:rsidR="0063386F" w:rsidRPr="31DAB9E1">
              <w:rPr>
                <w:b/>
                <w:bCs/>
              </w:rPr>
              <w:fldChar w:fldCharType="separate"/>
            </w:r>
            <w:r w:rsidR="00E636F1">
              <w:rPr>
                <w:b/>
                <w:bCs/>
                <w:noProof/>
              </w:rPr>
              <w:t>4</w:t>
            </w:r>
            <w:r w:rsidR="0063386F" w:rsidRPr="31DAB9E1">
              <w:rPr>
                <w:b/>
                <w:bCs/>
                <w:noProof/>
              </w:rPr>
              <w:fldChar w:fldCharType="end"/>
            </w:r>
          </w:p>
        </w:sdtContent>
      </w:sdt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7862A7" w14:textId="77777777" w:rsidR="000D69D9" w:rsidRDefault="000D69D9" w:rsidP="00313F29">
      <w:r>
        <w:separator/>
      </w:r>
    </w:p>
  </w:footnote>
  <w:footnote w:type="continuationSeparator" w:id="0">
    <w:p w14:paraId="79FE1122" w14:textId="77777777" w:rsidR="000D69D9" w:rsidRDefault="000D69D9" w:rsidP="00313F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44FC3926" w14:paraId="64B10006" w14:textId="77777777" w:rsidTr="31DAB9E1">
      <w:trPr>
        <w:trHeight w:val="300"/>
      </w:trPr>
      <w:tc>
        <w:tcPr>
          <w:tcW w:w="3600" w:type="dxa"/>
        </w:tcPr>
        <w:p w14:paraId="4A5F39FC" w14:textId="3BD4AE2A" w:rsidR="44FC3926" w:rsidRDefault="44FC3926" w:rsidP="31DAB9E1">
          <w:pPr>
            <w:pStyle w:val="Header"/>
            <w:ind w:left="-115"/>
          </w:pPr>
        </w:p>
      </w:tc>
      <w:tc>
        <w:tcPr>
          <w:tcW w:w="3600" w:type="dxa"/>
        </w:tcPr>
        <w:p w14:paraId="22E4C23D" w14:textId="0C63AD53" w:rsidR="44FC3926" w:rsidRDefault="44FC3926" w:rsidP="31DAB9E1">
          <w:pPr>
            <w:pStyle w:val="Header"/>
            <w:jc w:val="center"/>
          </w:pPr>
        </w:p>
      </w:tc>
      <w:tc>
        <w:tcPr>
          <w:tcW w:w="3600" w:type="dxa"/>
        </w:tcPr>
        <w:p w14:paraId="35C51AB1" w14:textId="7EC15154" w:rsidR="44FC3926" w:rsidRDefault="44FC3926" w:rsidP="31DAB9E1">
          <w:pPr>
            <w:pStyle w:val="Header"/>
            <w:ind w:right="-115"/>
            <w:jc w:val="right"/>
          </w:pPr>
        </w:p>
      </w:tc>
    </w:tr>
  </w:tbl>
  <w:p w14:paraId="02B6BCCE" w14:textId="4C153BA9" w:rsidR="44FC3926" w:rsidRDefault="44FC3926" w:rsidP="31DAB9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13822887">
    <w:abstractNumId w:val="5"/>
  </w:num>
  <w:num w:numId="2" w16cid:durableId="255752330">
    <w:abstractNumId w:val="13"/>
  </w:num>
  <w:num w:numId="3" w16cid:durableId="1268201183">
    <w:abstractNumId w:val="24"/>
  </w:num>
  <w:num w:numId="4" w16cid:durableId="235943170">
    <w:abstractNumId w:val="21"/>
  </w:num>
  <w:num w:numId="5" w16cid:durableId="1314944549">
    <w:abstractNumId w:val="11"/>
  </w:num>
  <w:num w:numId="6" w16cid:durableId="1866209672">
    <w:abstractNumId w:val="30"/>
  </w:num>
  <w:num w:numId="7" w16cid:durableId="2131970958">
    <w:abstractNumId w:val="35"/>
  </w:num>
  <w:num w:numId="8" w16cid:durableId="978194919">
    <w:abstractNumId w:val="36"/>
  </w:num>
  <w:num w:numId="9" w16cid:durableId="275672119">
    <w:abstractNumId w:val="33"/>
  </w:num>
  <w:num w:numId="10" w16cid:durableId="459149166">
    <w:abstractNumId w:val="1"/>
  </w:num>
  <w:num w:numId="11" w16cid:durableId="1823350558">
    <w:abstractNumId w:val="9"/>
  </w:num>
  <w:num w:numId="12" w16cid:durableId="220211667">
    <w:abstractNumId w:val="31"/>
  </w:num>
  <w:num w:numId="13" w16cid:durableId="1879001930">
    <w:abstractNumId w:val="2"/>
  </w:num>
  <w:num w:numId="14" w16cid:durableId="438336541">
    <w:abstractNumId w:val="4"/>
  </w:num>
  <w:num w:numId="15" w16cid:durableId="2141989713">
    <w:abstractNumId w:val="14"/>
  </w:num>
  <w:num w:numId="16" w16cid:durableId="1314336530">
    <w:abstractNumId w:val="3"/>
  </w:num>
  <w:num w:numId="17" w16cid:durableId="1463618201">
    <w:abstractNumId w:val="38"/>
  </w:num>
  <w:num w:numId="18" w16cid:durableId="1856188755">
    <w:abstractNumId w:val="27"/>
  </w:num>
  <w:num w:numId="19" w16cid:durableId="526604466">
    <w:abstractNumId w:val="8"/>
  </w:num>
  <w:num w:numId="20" w16cid:durableId="1711150978">
    <w:abstractNumId w:val="34"/>
  </w:num>
  <w:num w:numId="21" w16cid:durableId="439372554">
    <w:abstractNumId w:val="20"/>
  </w:num>
  <w:num w:numId="22" w16cid:durableId="1384449625">
    <w:abstractNumId w:val="29"/>
  </w:num>
  <w:num w:numId="23" w16cid:durableId="1859006824">
    <w:abstractNumId w:val="26"/>
  </w:num>
  <w:num w:numId="24" w16cid:durableId="195778973">
    <w:abstractNumId w:val="18"/>
  </w:num>
  <w:num w:numId="25" w16cid:durableId="929003075">
    <w:abstractNumId w:val="32"/>
  </w:num>
  <w:num w:numId="26" w16cid:durableId="1959481956">
    <w:abstractNumId w:val="16"/>
  </w:num>
  <w:num w:numId="27" w16cid:durableId="167719567">
    <w:abstractNumId w:val="22"/>
  </w:num>
  <w:num w:numId="28" w16cid:durableId="1858083990">
    <w:abstractNumId w:val="28"/>
  </w:num>
  <w:num w:numId="29" w16cid:durableId="683173617">
    <w:abstractNumId w:val="23"/>
  </w:num>
  <w:num w:numId="30" w16cid:durableId="869881745">
    <w:abstractNumId w:val="0"/>
  </w:num>
  <w:num w:numId="31" w16cid:durableId="1285650072">
    <w:abstractNumId w:val="12"/>
  </w:num>
  <w:num w:numId="32" w16cid:durableId="750741232">
    <w:abstractNumId w:val="10"/>
  </w:num>
  <w:num w:numId="33" w16cid:durableId="24723411">
    <w:abstractNumId w:val="15"/>
  </w:num>
  <w:num w:numId="34" w16cid:durableId="1266766033">
    <w:abstractNumId w:val="25"/>
  </w:num>
  <w:num w:numId="35" w16cid:durableId="771121227">
    <w:abstractNumId w:val="7"/>
  </w:num>
  <w:num w:numId="36" w16cid:durableId="1775780358">
    <w:abstractNumId w:val="19"/>
  </w:num>
  <w:num w:numId="37" w16cid:durableId="769743446">
    <w:abstractNumId w:val="17"/>
  </w:num>
  <w:num w:numId="38" w16cid:durableId="948659328">
    <w:abstractNumId w:val="37"/>
  </w:num>
  <w:num w:numId="39" w16cid:durableId="997994996">
    <w:abstractNumId w:val="6"/>
  </w:num>
  <w:num w:numId="40" w16cid:durableId="188763387">
    <w:abstractNumId w:val="3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Kimbrough, Princess A">
    <w15:presenceInfo w15:providerId="AD" w15:userId="S::PKimbrough@idoa.IN.gov::56a59776-80ac-4c8b-864f-2092c0644daf"/>
  </w15:person>
  <w15:person w15:author="Sam Roberts">
    <w15:presenceInfo w15:providerId="AD" w15:userId="S-1-5-21-2624480528-4223034632-4242197329-1141"/>
  </w15:person>
  <w15:person w15:author="IDOA Procurement">
    <w15:presenceInfo w15:providerId="None" w15:userId="IDOA Procuremen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02C"/>
    <w:rsid w:val="00000F86"/>
    <w:rsid w:val="00005838"/>
    <w:rsid w:val="000124B3"/>
    <w:rsid w:val="00022C87"/>
    <w:rsid w:val="000273E6"/>
    <w:rsid w:val="000279F2"/>
    <w:rsid w:val="00032CD9"/>
    <w:rsid w:val="00032CEF"/>
    <w:rsid w:val="00042F94"/>
    <w:rsid w:val="0005176A"/>
    <w:rsid w:val="00053E31"/>
    <w:rsid w:val="00070B54"/>
    <w:rsid w:val="00072673"/>
    <w:rsid w:val="000868CA"/>
    <w:rsid w:val="0009502C"/>
    <w:rsid w:val="000957F4"/>
    <w:rsid w:val="000A0BFB"/>
    <w:rsid w:val="000B297F"/>
    <w:rsid w:val="000C3E04"/>
    <w:rsid w:val="000D0AC2"/>
    <w:rsid w:val="000D27CB"/>
    <w:rsid w:val="000D30DE"/>
    <w:rsid w:val="000D69D9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276E5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28E4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0265"/>
    <w:rsid w:val="0025134A"/>
    <w:rsid w:val="00261AC7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E25A2"/>
    <w:rsid w:val="002F1375"/>
    <w:rsid w:val="002F772B"/>
    <w:rsid w:val="0030004D"/>
    <w:rsid w:val="00300643"/>
    <w:rsid w:val="003017B4"/>
    <w:rsid w:val="00313F29"/>
    <w:rsid w:val="00323710"/>
    <w:rsid w:val="00325657"/>
    <w:rsid w:val="003371E7"/>
    <w:rsid w:val="00337C38"/>
    <w:rsid w:val="0034473B"/>
    <w:rsid w:val="00344AE7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66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60E"/>
    <w:rsid w:val="003F6F3E"/>
    <w:rsid w:val="00415099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23AD"/>
    <w:rsid w:val="0052531A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3E62"/>
    <w:rsid w:val="00615391"/>
    <w:rsid w:val="00627A72"/>
    <w:rsid w:val="006321E2"/>
    <w:rsid w:val="00632DC0"/>
    <w:rsid w:val="0063386F"/>
    <w:rsid w:val="00641A79"/>
    <w:rsid w:val="00647ABA"/>
    <w:rsid w:val="00663921"/>
    <w:rsid w:val="006666A6"/>
    <w:rsid w:val="00666F35"/>
    <w:rsid w:val="00674ECA"/>
    <w:rsid w:val="00686E5D"/>
    <w:rsid w:val="00693453"/>
    <w:rsid w:val="00693EF6"/>
    <w:rsid w:val="006A1993"/>
    <w:rsid w:val="006A272F"/>
    <w:rsid w:val="006A56D0"/>
    <w:rsid w:val="006A6881"/>
    <w:rsid w:val="006B448B"/>
    <w:rsid w:val="006B65FD"/>
    <w:rsid w:val="006C438B"/>
    <w:rsid w:val="006F3B6E"/>
    <w:rsid w:val="00717A4E"/>
    <w:rsid w:val="00720EFB"/>
    <w:rsid w:val="007237DF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5529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00ACE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C23B1"/>
    <w:rsid w:val="009D1248"/>
    <w:rsid w:val="009D25C8"/>
    <w:rsid w:val="009D40F8"/>
    <w:rsid w:val="009D5F1C"/>
    <w:rsid w:val="009E1851"/>
    <w:rsid w:val="009E4EF1"/>
    <w:rsid w:val="009E6A7E"/>
    <w:rsid w:val="009F3417"/>
    <w:rsid w:val="009F7F34"/>
    <w:rsid w:val="00A030D1"/>
    <w:rsid w:val="00A04441"/>
    <w:rsid w:val="00A066DC"/>
    <w:rsid w:val="00A1289A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C1391"/>
    <w:rsid w:val="00AC7E93"/>
    <w:rsid w:val="00AD20FE"/>
    <w:rsid w:val="00AD2B16"/>
    <w:rsid w:val="00B004EA"/>
    <w:rsid w:val="00B157EC"/>
    <w:rsid w:val="00B17871"/>
    <w:rsid w:val="00B21549"/>
    <w:rsid w:val="00B36586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2815"/>
    <w:rsid w:val="00BD5B4E"/>
    <w:rsid w:val="00BD75EE"/>
    <w:rsid w:val="00BE74AD"/>
    <w:rsid w:val="00BF00F2"/>
    <w:rsid w:val="00BF07C3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561AB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330ED"/>
    <w:rsid w:val="00D40B4D"/>
    <w:rsid w:val="00D61EF4"/>
    <w:rsid w:val="00D67725"/>
    <w:rsid w:val="00D74573"/>
    <w:rsid w:val="00D7792C"/>
    <w:rsid w:val="00D93D00"/>
    <w:rsid w:val="00DB4D39"/>
    <w:rsid w:val="00DC1415"/>
    <w:rsid w:val="00DD2E13"/>
    <w:rsid w:val="00DE5900"/>
    <w:rsid w:val="00E01124"/>
    <w:rsid w:val="00E0530D"/>
    <w:rsid w:val="00E07995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36F1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23110"/>
    <w:rsid w:val="00F32C0C"/>
    <w:rsid w:val="00F36E17"/>
    <w:rsid w:val="00F43ED0"/>
    <w:rsid w:val="00F447FB"/>
    <w:rsid w:val="00F44A2F"/>
    <w:rsid w:val="00F45D7B"/>
    <w:rsid w:val="00F5084B"/>
    <w:rsid w:val="00F5446C"/>
    <w:rsid w:val="00F552DA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4CD42E9"/>
    <w:rsid w:val="082539A0"/>
    <w:rsid w:val="0DD53827"/>
    <w:rsid w:val="14E2393B"/>
    <w:rsid w:val="1FFB61F8"/>
    <w:rsid w:val="2390F0CA"/>
    <w:rsid w:val="28B7BF1E"/>
    <w:rsid w:val="2DFB0F0E"/>
    <w:rsid w:val="2E094828"/>
    <w:rsid w:val="31DAB9E1"/>
    <w:rsid w:val="44FC3926"/>
    <w:rsid w:val="4897ED81"/>
    <w:rsid w:val="5BCCFB71"/>
    <w:rsid w:val="5E83E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Revision">
    <w:name w:val="Revision"/>
    <w:hidden/>
    <w:uiPriority w:val="99"/>
    <w:semiHidden/>
    <w:rsid w:val="001F28E4"/>
    <w:rPr>
      <w:rFonts w:ascii="Courier" w:hAnsi="Courier"/>
      <w:snapToGrid w:val="0"/>
      <w:sz w:val="24"/>
    </w:rPr>
  </w:style>
  <w:style w:type="table" w:styleId="TableGridLight">
    <w:name w:val="Grid Table Light"/>
    <w:basedOn w:val="TableNormal"/>
    <w:uiPriority w:val="4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7C84A2-0CED-46AC-A94F-B296EFC43A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312417-6373-4281-AACB-3F2A80325D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1B40541-8ACE-4F53-8C1D-BDEF44982B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Kimbrough, Princess A</cp:lastModifiedBy>
  <cp:revision>3</cp:revision>
  <dcterms:created xsi:type="dcterms:W3CDTF">2024-11-12T21:05:00Z</dcterms:created>
  <dcterms:modified xsi:type="dcterms:W3CDTF">2024-11-15T17:46:00Z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